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EC6AA" w14:textId="7FAF822B" w:rsidR="00323CC5" w:rsidRPr="0097486D" w:rsidRDefault="00323CC5" w:rsidP="00A94AE7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b/>
          <w:color w:val="FF0000"/>
          <w:sz w:val="20"/>
          <w:szCs w:val="20"/>
          <w:lang w:eastAsia="ar-SA"/>
        </w:rPr>
      </w:pPr>
    </w:p>
    <w:p w14:paraId="273F3E97" w14:textId="08AC5EA6" w:rsidR="00A94AE7" w:rsidRPr="00C9082A" w:rsidRDefault="00323CC5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Oświadczenie Wykonawcy składane na podstawie art. 125 ust. 1 ustawy z dnia 11 września 2019 r.   </w:t>
      </w:r>
    </w:p>
    <w:p w14:paraId="4DBE638D" w14:textId="0B21B591" w:rsidR="00323CC5" w:rsidRPr="00C9082A" w:rsidRDefault="00323CC5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Prawo zamówień publicznych (dalej jako: </w:t>
      </w:r>
      <w:proofErr w:type="spellStart"/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>Pzp</w:t>
      </w:r>
      <w:proofErr w:type="spellEnd"/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) </w:t>
      </w:r>
    </w:p>
    <w:p w14:paraId="6E07F105" w14:textId="77777777" w:rsidR="001C5329" w:rsidRPr="00C9082A" w:rsidRDefault="00323CC5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DOTYCZĄCE PODSTAW WYKLUCZENIA Z POSTĘPOWANIA </w:t>
      </w:r>
      <w:r w:rsidR="001C5329"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/ </w:t>
      </w:r>
    </w:p>
    <w:p w14:paraId="61D33ACC" w14:textId="73AA799A" w:rsidR="00323CC5" w:rsidRPr="00C9082A" w:rsidRDefault="001C5329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SPEŁNIANIU WARUNKÓW UDZIAŁU W POSTĘPOWANIU </w:t>
      </w:r>
    </w:p>
    <w:p w14:paraId="7F838211" w14:textId="77777777" w:rsidR="00323CC5" w:rsidRPr="00C9082A" w:rsidRDefault="00323CC5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 xml:space="preserve"> </w:t>
      </w:r>
    </w:p>
    <w:p w14:paraId="47261F26" w14:textId="77777777" w:rsidR="0056025C" w:rsidRDefault="00323CC5" w:rsidP="00D81AAE">
      <w:pPr>
        <w:suppressAutoHyphens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Na potrzeby postępowania o udzielenie zamówieni</w:t>
      </w:r>
      <w:r w:rsidR="00D23C8B"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a publicznego pn.</w:t>
      </w:r>
      <w:r w:rsidR="0056025C" w:rsidRPr="0056025C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56025C" w:rsidRPr="005602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Dostawa komputerów przenośnych z systemami operacyjnymi i peryferiami, podzespołów serwerowych oraz wyposażenia </w:t>
      </w:r>
      <w:proofErr w:type="spellStart"/>
      <w:r w:rsidR="0056025C" w:rsidRPr="005602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podkastowni</w:t>
      </w:r>
      <w:proofErr w:type="spellEnd"/>
      <w:r w:rsidR="005602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.</w:t>
      </w:r>
    </w:p>
    <w:p w14:paraId="2E128EAB" w14:textId="0933890C" w:rsidR="00323CC5" w:rsidRPr="00C9082A" w:rsidRDefault="00743FCF" w:rsidP="00D81AAE">
      <w:pPr>
        <w:suppressAutoHyphens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znak</w:t>
      </w:r>
      <w:r w:rsidR="00D23C8B"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sprawy: </w:t>
      </w:r>
      <w:r w:rsidR="000B73D0"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AG.</w:t>
      </w:r>
      <w:r w:rsidR="00C9082A" w:rsidRPr="00C9082A">
        <w:rPr>
          <w:rFonts w:asciiTheme="minorHAnsi" w:hAnsiTheme="minorHAnsi" w:cstheme="minorHAnsi"/>
          <w:bCs/>
          <w:color w:val="000000" w:themeColor="text1"/>
          <w:kern w:val="36"/>
          <w:sz w:val="20"/>
          <w:szCs w:val="20"/>
        </w:rPr>
        <w:t>26.1</w:t>
      </w:r>
      <w:r w:rsidR="00E97B4E"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.202</w:t>
      </w:r>
      <w:r w:rsidR="00C9082A"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6</w:t>
      </w:r>
      <w:r w:rsidR="00323CC5"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prowadzonego przez Zamawiającego </w:t>
      </w:r>
      <w:r w:rsidR="00323CC5" w:rsidRPr="00C9082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highlight w:val="white"/>
        </w:rPr>
        <w:t xml:space="preserve">Instytut </w:t>
      </w:r>
      <w:r w:rsidR="00CF3FE7" w:rsidRPr="00C9082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highlight w:val="white"/>
        </w:rPr>
        <w:t>Badań Literackich</w:t>
      </w:r>
      <w:r w:rsidR="00323CC5" w:rsidRPr="00C9082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highlight w:val="white"/>
        </w:rPr>
        <w:t xml:space="preserve"> Polskiej Akademii N</w:t>
      </w:r>
      <w:r w:rsidR="00323CC5" w:rsidRPr="00C9082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auk</w:t>
      </w:r>
      <w:r w:rsidR="00323CC5" w:rsidRPr="00C9082A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, działając w imieniu i na rzecz Wykonawcy </w:t>
      </w:r>
      <w:r w:rsidR="00323CC5" w:rsidRPr="00C9082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(wpisać nazwę):</w:t>
      </w:r>
    </w:p>
    <w:p w14:paraId="7CD18155" w14:textId="26579147" w:rsidR="00323CC5" w:rsidRPr="00C9082A" w:rsidRDefault="00323CC5" w:rsidP="00323CC5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4C5FD79D" w14:textId="77777777" w:rsidR="008C3432" w:rsidRPr="00C9082A" w:rsidRDefault="008C3432" w:rsidP="008C3432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6CD2592" w14:textId="2FE20BCD" w:rsidR="008C3432" w:rsidRPr="00C9082A" w:rsidRDefault="008C3432" w:rsidP="008C3432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C9082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</w:p>
    <w:p w14:paraId="178B8727" w14:textId="77777777" w:rsidR="008C3432" w:rsidRPr="00C9082A" w:rsidRDefault="008C3432" w:rsidP="008C3432">
      <w:pPr>
        <w:spacing w:line="360" w:lineRule="auto"/>
        <w:ind w:firstLine="426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4CB3DAF" w14:textId="77777777" w:rsidR="001C5329" w:rsidRPr="00C9082A" w:rsidRDefault="001C5329" w:rsidP="001C5329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47ED5DFB" w14:textId="77777777" w:rsidR="001C5329" w:rsidRPr="00C9082A" w:rsidRDefault="001C5329" w:rsidP="001C5329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        …………………………………………           </w:t>
      </w:r>
    </w:p>
    <w:p w14:paraId="783B4650" w14:textId="77777777" w:rsidR="001C5329" w:rsidRPr="00C9082A" w:rsidRDefault="001C5329" w:rsidP="001C5329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(podpis) </w:t>
      </w:r>
    </w:p>
    <w:p w14:paraId="67274B59" w14:textId="2BAC8F7D" w:rsidR="008C3432" w:rsidRPr="00C9082A" w:rsidRDefault="008C3432" w:rsidP="008C3432">
      <w:pPr>
        <w:spacing w:line="360" w:lineRule="auto"/>
        <w:ind w:firstLine="426"/>
        <w:jc w:val="right"/>
        <w:rPr>
          <w:rFonts w:asciiTheme="minorHAnsi" w:hAnsiTheme="minorHAnsi" w:cstheme="minorHAnsi"/>
          <w:color w:val="FF0000"/>
          <w:sz w:val="20"/>
          <w:szCs w:val="20"/>
        </w:rPr>
      </w:pPr>
    </w:p>
    <w:p w14:paraId="086D1B20" w14:textId="65E658C9" w:rsidR="008C3432" w:rsidRPr="00C9082A" w:rsidRDefault="008C3432" w:rsidP="00323CC5">
      <w:pPr>
        <w:spacing w:line="360" w:lineRule="auto"/>
        <w:ind w:firstLine="426"/>
        <w:rPr>
          <w:rFonts w:asciiTheme="minorHAnsi" w:hAnsiTheme="minorHAnsi" w:cstheme="minorHAnsi"/>
          <w:color w:val="FF0000"/>
          <w:sz w:val="20"/>
          <w:szCs w:val="20"/>
        </w:rPr>
      </w:pPr>
    </w:p>
    <w:p w14:paraId="1B497B2E" w14:textId="7322F977" w:rsidR="00323CC5" w:rsidRPr="00C9082A" w:rsidRDefault="00323CC5" w:rsidP="002E5DA2">
      <w:pPr>
        <w:pStyle w:val="Akapitzlist"/>
        <w:numPr>
          <w:ilvl w:val="0"/>
          <w:numId w:val="9"/>
        </w:numPr>
        <w:suppressAutoHyphens/>
        <w:ind w:left="709" w:hanging="283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>Pzp</w:t>
      </w:r>
      <w:proofErr w:type="spellEnd"/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(podać mającą zastosowanie podstawę wykluczenia spośród wymienionych w art. 108 ust. 1 pkt 1, 2, 5 lub 6 ustawy </w:t>
      </w:r>
      <w:proofErr w:type="spellStart"/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>Pzp</w:t>
      </w:r>
      <w:proofErr w:type="spellEnd"/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>). Jednocześnie oświadczam, że w związku z ww. okolicznością, na</w:t>
      </w:r>
      <w:r w:rsidR="002E5DA2"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</w:t>
      </w: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podstawie art. 110 ust. 2 ustawy </w:t>
      </w:r>
      <w:proofErr w:type="spellStart"/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>Pzp</w:t>
      </w:r>
      <w:proofErr w:type="spellEnd"/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podjąłem następujące środki naprawcze: …………………………………………………………………… </w:t>
      </w:r>
    </w:p>
    <w:p w14:paraId="6D07648E" w14:textId="77777777" w:rsidR="00323CC5" w:rsidRPr="00C9082A" w:rsidRDefault="00323CC5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</w:t>
      </w:r>
    </w:p>
    <w:p w14:paraId="41D94760" w14:textId="77777777" w:rsidR="00B36B1A" w:rsidRPr="00C9082A" w:rsidRDefault="00B36B1A" w:rsidP="00323CC5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168E16EC" w14:textId="77777777" w:rsidR="00B36B1A" w:rsidRPr="00C9082A" w:rsidRDefault="00B36B1A" w:rsidP="00323CC5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1707F61C" w14:textId="47941247" w:rsidR="008C3432" w:rsidRPr="00C9082A" w:rsidRDefault="00323CC5" w:rsidP="00323CC5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        …………………………………………           </w:t>
      </w:r>
    </w:p>
    <w:p w14:paraId="205FAEC4" w14:textId="34249DA5" w:rsidR="00323CC5" w:rsidRPr="00C9082A" w:rsidRDefault="00323CC5" w:rsidP="00323CC5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(podpis) </w:t>
      </w:r>
    </w:p>
    <w:p w14:paraId="7BC088FF" w14:textId="77777777" w:rsidR="001C5329" w:rsidRPr="00C9082A" w:rsidRDefault="001C5329" w:rsidP="00323CC5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7A3BD94D" w14:textId="403FDB21" w:rsidR="001C5329" w:rsidRPr="00C9082A" w:rsidRDefault="001C5329" w:rsidP="001C5329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Oświadczam, że spełniam warunki udziału w postępowaniu określone przez Zamawiającego </w:t>
      </w: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br/>
        <w:t>w Specyfikacji warunków zamówienia.</w:t>
      </w:r>
    </w:p>
    <w:p w14:paraId="11C05951" w14:textId="1051E21E" w:rsidR="00323CC5" w:rsidRPr="00C9082A" w:rsidRDefault="00323CC5" w:rsidP="001C5329">
      <w:pPr>
        <w:pStyle w:val="Akapitzlist"/>
        <w:tabs>
          <w:tab w:val="left" w:pos="357"/>
          <w:tab w:val="left" w:pos="1077"/>
        </w:tabs>
        <w:suppressAutoHyphens/>
        <w:ind w:left="786"/>
        <w:jc w:val="center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22F586C4" w14:textId="77777777" w:rsidR="00B36B1A" w:rsidRPr="00C9082A" w:rsidRDefault="00B36B1A" w:rsidP="001C5329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57EC4DC5" w14:textId="64120924" w:rsidR="001C5329" w:rsidRPr="00C9082A" w:rsidRDefault="001C5329" w:rsidP="001C5329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        …………………………………………           </w:t>
      </w:r>
    </w:p>
    <w:p w14:paraId="1F705975" w14:textId="77777777" w:rsidR="001C5329" w:rsidRPr="00C9082A" w:rsidRDefault="001C5329" w:rsidP="001C5329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(podpis) </w:t>
      </w:r>
    </w:p>
    <w:p w14:paraId="1B2F302D" w14:textId="77777777" w:rsidR="00323CC5" w:rsidRPr="00C9082A" w:rsidRDefault="00323CC5" w:rsidP="00323CC5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</w:t>
      </w:r>
    </w:p>
    <w:p w14:paraId="7C57E737" w14:textId="77777777" w:rsidR="00323CC5" w:rsidRPr="00C9082A" w:rsidRDefault="00323CC5" w:rsidP="00323CC5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OŚWIADCZENIE DOTYCZĄCE PODANYCH INFORMACJI: </w:t>
      </w:r>
    </w:p>
    <w:p w14:paraId="534E2403" w14:textId="77777777" w:rsidR="00323CC5" w:rsidRPr="00C9082A" w:rsidRDefault="00323CC5" w:rsidP="00323CC5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</w:t>
      </w:r>
    </w:p>
    <w:p w14:paraId="77C86AD1" w14:textId="6CC6573A" w:rsidR="00323CC5" w:rsidRPr="00C9082A" w:rsidRDefault="00323CC5" w:rsidP="00B36B1A">
      <w:pPr>
        <w:tabs>
          <w:tab w:val="left" w:pos="357"/>
          <w:tab w:val="left" w:pos="1077"/>
        </w:tabs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598F776" w14:textId="16098AA6" w:rsidR="00323CC5" w:rsidRPr="00C9082A" w:rsidRDefault="00323CC5" w:rsidP="002B1FA8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 </w:t>
      </w:r>
    </w:p>
    <w:p w14:paraId="699886B9" w14:textId="77777777" w:rsidR="00B36B1A" w:rsidRPr="00C9082A" w:rsidRDefault="00B36B1A" w:rsidP="008C3432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7FB433D8" w14:textId="77777777" w:rsidR="00B36B1A" w:rsidRPr="00C9082A" w:rsidRDefault="00B36B1A" w:rsidP="008C3432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</w:p>
    <w:p w14:paraId="726A05DF" w14:textId="1B7557C0" w:rsidR="008C3432" w:rsidRPr="00C9082A" w:rsidRDefault="00323CC5" w:rsidP="008C3432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         …………………………………………           </w:t>
      </w:r>
    </w:p>
    <w:p w14:paraId="5D52C078" w14:textId="27794573" w:rsidR="00C85376" w:rsidRPr="00C9082A" w:rsidRDefault="00323CC5" w:rsidP="008C3432">
      <w:pPr>
        <w:tabs>
          <w:tab w:val="left" w:pos="357"/>
          <w:tab w:val="left" w:pos="1077"/>
        </w:tabs>
        <w:suppressAutoHyphens/>
        <w:jc w:val="right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  <w:r w:rsidRPr="00C9082A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  <w:t>(podpis)</w:t>
      </w:r>
    </w:p>
    <w:sectPr w:rsidR="00C85376" w:rsidRPr="00C9082A" w:rsidSect="001967EE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B873" w14:textId="77777777" w:rsidR="002E653C" w:rsidRDefault="002E653C">
      <w:r>
        <w:separator/>
      </w:r>
    </w:p>
  </w:endnote>
  <w:endnote w:type="continuationSeparator" w:id="0">
    <w:p w14:paraId="5CCF8EB3" w14:textId="77777777" w:rsidR="002E653C" w:rsidRDefault="002E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3444" w14:textId="01E4A28B" w:rsidR="000914A0" w:rsidRDefault="00526328" w:rsidP="000914A0">
    <w:pPr>
      <w:pStyle w:val="Stopka"/>
      <w:ind w:right="360"/>
    </w:pPr>
    <w:r>
      <w:rPr>
        <w:noProof/>
      </w:rPr>
      <w:drawing>
        <wp:inline distT="0" distB="0" distL="0" distR="0" wp14:anchorId="3B3C6592" wp14:editId="5844D821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2C77" w14:textId="77777777" w:rsidR="002E653C" w:rsidRDefault="002E653C">
      <w:r>
        <w:separator/>
      </w:r>
    </w:p>
  </w:footnote>
  <w:footnote w:type="continuationSeparator" w:id="0">
    <w:p w14:paraId="0A010F3F" w14:textId="77777777" w:rsidR="002E653C" w:rsidRDefault="002E6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777A" w14:textId="77777777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0C9B651B" w14:textId="77777777" w:rsidR="00F56B2C" w:rsidRPr="008C3432" w:rsidRDefault="00F56B2C" w:rsidP="00F56B2C">
    <w:pPr>
      <w:ind w:left="6840"/>
      <w:jc w:val="right"/>
      <w:rPr>
        <w:rFonts w:asciiTheme="minorHAnsi" w:hAnsiTheme="minorHAnsi" w:cstheme="minorHAnsi"/>
        <w:i/>
        <w:color w:val="0070C0"/>
        <w:sz w:val="20"/>
        <w:szCs w:val="20"/>
      </w:rPr>
    </w:pPr>
    <w:r w:rsidRPr="008C3432">
      <w:rPr>
        <w:rFonts w:asciiTheme="minorHAnsi" w:hAnsiTheme="minorHAnsi" w:cstheme="minorHAnsi"/>
        <w:i/>
        <w:color w:val="0070C0"/>
        <w:sz w:val="20"/>
        <w:szCs w:val="20"/>
      </w:rPr>
      <w:t>Załącznik nr 3 do SWZ</w:t>
    </w: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5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173500">
    <w:abstractNumId w:val="1"/>
  </w:num>
  <w:num w:numId="2" w16cid:durableId="749234681">
    <w:abstractNumId w:val="8"/>
  </w:num>
  <w:num w:numId="3" w16cid:durableId="619384734">
    <w:abstractNumId w:val="5"/>
  </w:num>
  <w:num w:numId="4" w16cid:durableId="161697860">
    <w:abstractNumId w:val="7"/>
  </w:num>
  <w:num w:numId="5" w16cid:durableId="1794589759">
    <w:abstractNumId w:val="3"/>
  </w:num>
  <w:num w:numId="6" w16cid:durableId="885406685">
    <w:abstractNumId w:val="6"/>
  </w:num>
  <w:num w:numId="7" w16cid:durableId="758252754">
    <w:abstractNumId w:val="4"/>
  </w:num>
  <w:num w:numId="8" w16cid:durableId="2104178126">
    <w:abstractNumId w:val="0"/>
  </w:num>
  <w:num w:numId="9" w16cid:durableId="289484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75100"/>
    <w:rsid w:val="000914A0"/>
    <w:rsid w:val="000B716E"/>
    <w:rsid w:val="000B73D0"/>
    <w:rsid w:val="000C1013"/>
    <w:rsid w:val="000C4C4D"/>
    <w:rsid w:val="000C5E8B"/>
    <w:rsid w:val="000E39CF"/>
    <w:rsid w:val="000F4233"/>
    <w:rsid w:val="000F6CB3"/>
    <w:rsid w:val="00100EB9"/>
    <w:rsid w:val="0010791F"/>
    <w:rsid w:val="0012218D"/>
    <w:rsid w:val="00132978"/>
    <w:rsid w:val="0014069C"/>
    <w:rsid w:val="00150EEA"/>
    <w:rsid w:val="00165718"/>
    <w:rsid w:val="001716C2"/>
    <w:rsid w:val="001758FF"/>
    <w:rsid w:val="001967EE"/>
    <w:rsid w:val="001A0136"/>
    <w:rsid w:val="001A4528"/>
    <w:rsid w:val="001B74C8"/>
    <w:rsid w:val="001C2891"/>
    <w:rsid w:val="001C5329"/>
    <w:rsid w:val="001E3A73"/>
    <w:rsid w:val="001F733D"/>
    <w:rsid w:val="00222378"/>
    <w:rsid w:val="00222575"/>
    <w:rsid w:val="0022398F"/>
    <w:rsid w:val="00252F57"/>
    <w:rsid w:val="002669A3"/>
    <w:rsid w:val="002713EB"/>
    <w:rsid w:val="00290601"/>
    <w:rsid w:val="00296110"/>
    <w:rsid w:val="002A633D"/>
    <w:rsid w:val="002B199E"/>
    <w:rsid w:val="002B1FA8"/>
    <w:rsid w:val="002B49A6"/>
    <w:rsid w:val="002E5DA2"/>
    <w:rsid w:val="002E653C"/>
    <w:rsid w:val="002F416E"/>
    <w:rsid w:val="002F5B41"/>
    <w:rsid w:val="00305A96"/>
    <w:rsid w:val="00323CC5"/>
    <w:rsid w:val="003257F1"/>
    <w:rsid w:val="00344B5A"/>
    <w:rsid w:val="00353C4D"/>
    <w:rsid w:val="00362988"/>
    <w:rsid w:val="003638BF"/>
    <w:rsid w:val="0037559D"/>
    <w:rsid w:val="003939AC"/>
    <w:rsid w:val="003A4F4E"/>
    <w:rsid w:val="003A5E3B"/>
    <w:rsid w:val="003B53C0"/>
    <w:rsid w:val="00427ABB"/>
    <w:rsid w:val="00432320"/>
    <w:rsid w:val="00442745"/>
    <w:rsid w:val="00446424"/>
    <w:rsid w:val="004657D9"/>
    <w:rsid w:val="004820A0"/>
    <w:rsid w:val="00494080"/>
    <w:rsid w:val="00494AF3"/>
    <w:rsid w:val="004B65FE"/>
    <w:rsid w:val="004E11BD"/>
    <w:rsid w:val="004E78B1"/>
    <w:rsid w:val="004F4AA1"/>
    <w:rsid w:val="004F65AF"/>
    <w:rsid w:val="0051314B"/>
    <w:rsid w:val="00520306"/>
    <w:rsid w:val="00526328"/>
    <w:rsid w:val="005265FE"/>
    <w:rsid w:val="00532B23"/>
    <w:rsid w:val="00555D11"/>
    <w:rsid w:val="0056025C"/>
    <w:rsid w:val="005654E3"/>
    <w:rsid w:val="005701A8"/>
    <w:rsid w:val="00571F95"/>
    <w:rsid w:val="00584588"/>
    <w:rsid w:val="0058461F"/>
    <w:rsid w:val="005C1110"/>
    <w:rsid w:val="005C2F96"/>
    <w:rsid w:val="005D3DE4"/>
    <w:rsid w:val="005E102B"/>
    <w:rsid w:val="00605AEA"/>
    <w:rsid w:val="00611FB3"/>
    <w:rsid w:val="006429C1"/>
    <w:rsid w:val="0066156D"/>
    <w:rsid w:val="006742C8"/>
    <w:rsid w:val="0069392F"/>
    <w:rsid w:val="00695A33"/>
    <w:rsid w:val="00696D06"/>
    <w:rsid w:val="006C775C"/>
    <w:rsid w:val="006D4144"/>
    <w:rsid w:val="006D5E28"/>
    <w:rsid w:val="006E617D"/>
    <w:rsid w:val="006F13AD"/>
    <w:rsid w:val="006F6B48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37D"/>
    <w:rsid w:val="0078448B"/>
    <w:rsid w:val="00791112"/>
    <w:rsid w:val="0079529C"/>
    <w:rsid w:val="007B7369"/>
    <w:rsid w:val="007C3743"/>
    <w:rsid w:val="007C5E4F"/>
    <w:rsid w:val="007D7B3C"/>
    <w:rsid w:val="007F3BF2"/>
    <w:rsid w:val="008041A3"/>
    <w:rsid w:val="00814F50"/>
    <w:rsid w:val="00816CE6"/>
    <w:rsid w:val="00824221"/>
    <w:rsid w:val="00826C36"/>
    <w:rsid w:val="00845F18"/>
    <w:rsid w:val="008527D7"/>
    <w:rsid w:val="00853169"/>
    <w:rsid w:val="0085370E"/>
    <w:rsid w:val="00854EE0"/>
    <w:rsid w:val="00855EA0"/>
    <w:rsid w:val="00863D4F"/>
    <w:rsid w:val="008707A9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6188"/>
    <w:rsid w:val="009256D9"/>
    <w:rsid w:val="00935EEB"/>
    <w:rsid w:val="00945D6A"/>
    <w:rsid w:val="00972551"/>
    <w:rsid w:val="0097351A"/>
    <w:rsid w:val="0097486D"/>
    <w:rsid w:val="009A417F"/>
    <w:rsid w:val="009B2EFA"/>
    <w:rsid w:val="009B4E99"/>
    <w:rsid w:val="009C064B"/>
    <w:rsid w:val="009E5075"/>
    <w:rsid w:val="009F4794"/>
    <w:rsid w:val="009F5DC3"/>
    <w:rsid w:val="00A12C76"/>
    <w:rsid w:val="00A2010B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E44C6"/>
    <w:rsid w:val="00AF11EC"/>
    <w:rsid w:val="00B011B9"/>
    <w:rsid w:val="00B04977"/>
    <w:rsid w:val="00B20504"/>
    <w:rsid w:val="00B235DE"/>
    <w:rsid w:val="00B36B1A"/>
    <w:rsid w:val="00B43AF5"/>
    <w:rsid w:val="00B44B40"/>
    <w:rsid w:val="00B556EE"/>
    <w:rsid w:val="00B61CA0"/>
    <w:rsid w:val="00B650ED"/>
    <w:rsid w:val="00B65422"/>
    <w:rsid w:val="00B66D25"/>
    <w:rsid w:val="00B66DAE"/>
    <w:rsid w:val="00B7062F"/>
    <w:rsid w:val="00B75588"/>
    <w:rsid w:val="00B820BD"/>
    <w:rsid w:val="00B93FA8"/>
    <w:rsid w:val="00BE6296"/>
    <w:rsid w:val="00C01BE9"/>
    <w:rsid w:val="00C2211F"/>
    <w:rsid w:val="00C31439"/>
    <w:rsid w:val="00C3785E"/>
    <w:rsid w:val="00C50C54"/>
    <w:rsid w:val="00C512E0"/>
    <w:rsid w:val="00C56156"/>
    <w:rsid w:val="00C61CA3"/>
    <w:rsid w:val="00C8170F"/>
    <w:rsid w:val="00C85376"/>
    <w:rsid w:val="00C9082A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6B07"/>
    <w:rsid w:val="00D801C4"/>
    <w:rsid w:val="00D81AAE"/>
    <w:rsid w:val="00D93FBA"/>
    <w:rsid w:val="00D9497D"/>
    <w:rsid w:val="00DA7539"/>
    <w:rsid w:val="00DC4CC0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36ADE"/>
    <w:rsid w:val="00E6303A"/>
    <w:rsid w:val="00E72E08"/>
    <w:rsid w:val="00E93E16"/>
    <w:rsid w:val="00E97B4E"/>
    <w:rsid w:val="00EA0732"/>
    <w:rsid w:val="00EA0CE6"/>
    <w:rsid w:val="00EA26B4"/>
    <w:rsid w:val="00EC7812"/>
    <w:rsid w:val="00ED2C6B"/>
    <w:rsid w:val="00EE5437"/>
    <w:rsid w:val="00EF7C7D"/>
    <w:rsid w:val="00F1486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3F340E"/>
  <w15:docId w15:val="{94A7A69F-A1C1-4DEA-A254-E3759AA9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9E2E5-C0F1-466B-92CB-3BE2BE3E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Bartosz Snopkiewicz</cp:lastModifiedBy>
  <cp:revision>6</cp:revision>
  <cp:lastPrinted>2021-01-26T09:31:00Z</cp:lastPrinted>
  <dcterms:created xsi:type="dcterms:W3CDTF">2025-04-25T08:41:00Z</dcterms:created>
  <dcterms:modified xsi:type="dcterms:W3CDTF">2026-01-16T12:52:00Z</dcterms:modified>
</cp:coreProperties>
</file>